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365A1">
              <w:rPr>
                <w:rFonts w:ascii="Verdana" w:hAnsi="Verdana"/>
                <w:sz w:val="20"/>
                <w:szCs w:val="20"/>
              </w:rPr>
              <w:t xml:space="preserve"> First</w:t>
            </w:r>
          </w:p>
        </w:tc>
        <w:tc>
          <w:tcPr>
            <w:tcW w:w="4950" w:type="dxa"/>
            <w:gridSpan w:val="5"/>
          </w:tcPr>
          <w:p w:rsidR="007D67CD" w:rsidRDefault="007D67CD" w:rsidP="008365A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365A1">
              <w:rPr>
                <w:rFonts w:ascii="Verdana" w:hAnsi="Verdana"/>
                <w:sz w:val="20"/>
                <w:szCs w:val="20"/>
              </w:rPr>
              <w:t>I HOW WE EXPRESS OURSELVES</w:t>
            </w:r>
          </w:p>
          <w:p w:rsidR="008365A1" w:rsidRPr="00A7565C" w:rsidRDefault="007376E5" w:rsidP="008365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Maths (Patterns &amp; Functions</w:t>
            </w:r>
            <w:r w:rsidR="001437A5">
              <w:rPr>
                <w:rFonts w:ascii="Verdana" w:hAnsi="Verdana"/>
                <w:sz w:val="20"/>
                <w:szCs w:val="20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CA341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A3413">
              <w:rPr>
                <w:rFonts w:ascii="Verdana" w:hAnsi="Verdana"/>
                <w:sz w:val="20"/>
                <w:szCs w:val="20"/>
              </w:rPr>
              <w:t>Pili</w:t>
            </w:r>
            <w:proofErr w:type="spellEnd"/>
          </w:p>
        </w:tc>
        <w:tc>
          <w:tcPr>
            <w:tcW w:w="4555" w:type="dxa"/>
            <w:gridSpan w:val="5"/>
          </w:tcPr>
          <w:p w:rsidR="007D67CD" w:rsidRPr="00A7565C" w:rsidRDefault="00F608FD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365A1" w:rsidRPr="008365A1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8365A1">
              <w:rPr>
                <w:rFonts w:ascii="Verdana" w:hAnsi="Verdana"/>
                <w:b/>
                <w:sz w:val="18"/>
                <w:szCs w:val="20"/>
              </w:rPr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8365A1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t>Style</w:t>
            </w:r>
          </w:p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8726F4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8726F4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8726F4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8726F4">
              <w:rPr>
                <w:rFonts w:ascii="Verdana" w:hAnsi="Verdana"/>
                <w:sz w:val="16"/>
                <w:szCs w:val="20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20"/>
              </w:rPr>
            </w:r>
            <w:r w:rsidRPr="008726F4">
              <w:rPr>
                <w:rFonts w:ascii="Verdana" w:hAnsi="Verdana"/>
                <w:sz w:val="16"/>
                <w:szCs w:val="20"/>
              </w:rPr>
              <w:fldChar w:fldCharType="end"/>
            </w:r>
            <w:r w:rsidR="008726F4" w:rsidRPr="008726F4">
              <w:rPr>
                <w:rFonts w:ascii="Verdana" w:hAnsi="Verdana"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8726F4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8726F4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8726F4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8726F4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8726F4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8726F4" w:rsidRDefault="00B57B1C" w:rsidP="00B57B1C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726F4">
              <w:rPr>
                <w:rFonts w:ascii="Verdana" w:hAnsi="Verdana"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608FD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608FD">
              <w:rPr>
                <w:rFonts w:ascii="Verdana" w:hAnsi="Verdana"/>
                <w:b/>
                <w:sz w:val="20"/>
                <w:szCs w:val="20"/>
              </w:rPr>
            </w:r>
            <w:r w:rsidR="00F608FD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608FD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608FD" w:rsidRPr="00517BEB">
              <w:rPr>
                <w:rFonts w:ascii="Verdana" w:hAnsi="Verdana"/>
                <w:b/>
                <w:sz w:val="20"/>
                <w:szCs w:val="20"/>
              </w:rPr>
            </w:r>
            <w:r w:rsidR="00F608FD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F608FD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608FD" w:rsidRPr="00517BEB">
              <w:rPr>
                <w:rFonts w:ascii="Verdana" w:hAnsi="Verdana"/>
                <w:b/>
                <w:sz w:val="20"/>
                <w:szCs w:val="20"/>
              </w:rPr>
            </w:r>
            <w:r w:rsidR="00F608FD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8726F4" w:rsidRDefault="00B57B1C" w:rsidP="006F03D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8726F4" w:rsidRDefault="00F608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Pr="008726F4" w:rsidRDefault="00F608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8726F4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8726F4" w:rsidRDefault="00F608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6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17BEB" w:rsidRPr="008726F4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8726F4">
              <w:rPr>
                <w:rFonts w:ascii="Verdana" w:hAnsi="Verdana"/>
                <w:sz w:val="16"/>
                <w:szCs w:val="16"/>
              </w:rPr>
              <w:t>a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esthetic</w:t>
            </w:r>
            <w:bookmarkStart w:id="8" w:name="Casilla30"/>
          </w:p>
          <w:bookmarkEnd w:id="8"/>
          <w:p w:rsidR="00B57B1C" w:rsidRPr="008726F4" w:rsidRDefault="00F608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8726F4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8726F4" w:rsidRDefault="00B57B1C" w:rsidP="00B57B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F608FD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F608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F608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F608FD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F608F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F608F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F608F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F608F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F608F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4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F608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7"/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CA34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F608F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9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E707DA" w:rsidRPr="00E707DA" w:rsidRDefault="00E707DA" w:rsidP="00E707DA">
            <w:pPr>
              <w:spacing w:after="0" w:line="240" w:lineRule="auto"/>
              <w:ind w:left="360"/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Achievement Indicator</w:t>
            </w:r>
            <w:r w:rsidR="00922918"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922918" w:rsidRPr="00CA3413" w:rsidRDefault="00E707DA" w:rsidP="00796FD9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CA3413">
              <w:rPr>
                <w:rFonts w:ascii="Verdana" w:hAnsi="Verdana" w:cs="Arial"/>
                <w:sz w:val="20"/>
                <w:szCs w:val="20"/>
                <w:lang w:val="en-US"/>
              </w:rPr>
              <w:t xml:space="preserve">Creates, describes and extends patterns using objects </w:t>
            </w:r>
            <w:r w:rsidR="003061FE" w:rsidRPr="00CA3413">
              <w:rPr>
                <w:rFonts w:ascii="Verdana" w:hAnsi="Verdana" w:cs="Arial"/>
                <w:sz w:val="20"/>
                <w:szCs w:val="20"/>
                <w:lang w:val="en-US"/>
              </w:rPr>
              <w:t>(4 criteria</w:t>
            </w:r>
            <w:r w:rsidR="0085004C">
              <w:rPr>
                <w:rFonts w:ascii="Verdana" w:hAnsi="Verdana" w:cs="Arial"/>
                <w:sz w:val="20"/>
                <w:szCs w:val="20"/>
                <w:lang w:val="en-US"/>
              </w:rPr>
              <w:t>: color, shape, position, size)</w:t>
            </w:r>
          </w:p>
          <w:p w:rsidR="00796FD9" w:rsidRPr="00E707DA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707DA" w:rsidRDefault="00922918" w:rsidP="00CA34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proofErr w:type="spellStart"/>
            <w:r w:rsidR="0085004C">
              <w:rPr>
                <w:rFonts w:ascii="MyriadPro-Bold" w:hAnsi="MyriadPro-Bold" w:cs="MyriadPro-Bold"/>
                <w:b/>
                <w:bCs/>
                <w:sz w:val="18"/>
                <w:szCs w:val="18"/>
                <w:lang w:val="es-ES"/>
              </w:rPr>
              <w:t>Application</w:t>
            </w:r>
            <w:proofErr w:type="spellEnd"/>
            <w:r w:rsidR="0085004C">
              <w:rPr>
                <w:rFonts w:ascii="MyriadPro-Bold" w:hAnsi="MyriadPro-Bold" w:cs="MyriadPro-Bold"/>
                <w:b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85004C" w:rsidRPr="0085004C">
              <w:rPr>
                <w:rFonts w:ascii="MyriadPro-Bold" w:hAnsi="MyriadPro-Bold" w:cs="MyriadPro-Bold"/>
                <w:b/>
                <w:bCs/>
                <w:sz w:val="18"/>
                <w:szCs w:val="18"/>
                <w:lang w:val="es-ES"/>
              </w:rPr>
              <w:t>Analysis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07DA">
              <w:rPr>
                <w:rFonts w:ascii="Verdana" w:hAnsi="Verdana"/>
                <w:sz w:val="16"/>
                <w:szCs w:val="16"/>
                <w:lang w:val="en-US"/>
              </w:rPr>
              <w:t>2D shapes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F608FD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F608FD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F608FD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F608FD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707DA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E707DA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F608FD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F608F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F608F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F608F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F608FD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F608F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F608F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F608F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A3413">
              <w:rPr>
                <w:rFonts w:ascii="Verdana" w:hAnsi="Verdana"/>
                <w:sz w:val="16"/>
                <w:szCs w:val="16"/>
                <w:lang w:val="en-US"/>
              </w:rPr>
              <w:t>Week 5</w:t>
            </w:r>
            <w:r w:rsidR="00E707DA" w:rsidRPr="00E707DA">
              <w:rPr>
                <w:rFonts w:ascii="Verdana" w:hAnsi="Verdana"/>
                <w:sz w:val="16"/>
                <w:szCs w:val="16"/>
                <w:lang w:val="en-US"/>
              </w:rPr>
              <w:t xml:space="preserve"> Sept. </w:t>
            </w:r>
            <w:r w:rsidR="00CA3413">
              <w:rPr>
                <w:rFonts w:ascii="Verdana" w:hAnsi="Verdana"/>
                <w:sz w:val="16"/>
                <w:szCs w:val="16"/>
                <w:lang w:val="en-US"/>
              </w:rPr>
              <w:t>12-16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07DA">
              <w:rPr>
                <w:rFonts w:ascii="Verdana" w:hAnsi="Verdana"/>
                <w:b/>
                <w:sz w:val="16"/>
                <w:szCs w:val="16"/>
                <w:lang w:val="en-US"/>
              </w:rPr>
              <w:t>45´</w:t>
            </w:r>
            <w:r w:rsidR="00F608FD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0" w:name="Texto44"/>
            <w:r w:rsidR="00F20647" w:rsidRPr="00E707D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F608FD" w:rsidRPr="00C26857">
              <w:rPr>
                <w:rFonts w:ascii="Verdana" w:hAnsi="Verdana"/>
                <w:sz w:val="16"/>
                <w:szCs w:val="16"/>
              </w:rPr>
            </w:r>
            <w:r w:rsidR="00F608FD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 w:rsidRPr="00E707DA">
              <w:rPr>
                <w:rFonts w:ascii="Verdana" w:hAnsi="Verdana"/>
                <w:noProof/>
                <w:sz w:val="16"/>
                <w:szCs w:val="16"/>
                <w:lang w:val="en-US"/>
              </w:rPr>
              <w:t xml:space="preserve"> </w:t>
            </w:r>
            <w:r w:rsidR="00F608FD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707DA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707DA" w:rsidRDefault="00E707D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E707DA" w:rsidRDefault="00E707D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 teacher will make a pattern</w:t>
            </w:r>
            <w:r w:rsidR="003061FE">
              <w:rPr>
                <w:rFonts w:ascii="Verdana" w:hAnsi="Verdana"/>
                <w:sz w:val="16"/>
                <w:szCs w:val="16"/>
                <w:lang w:val="en-GB"/>
              </w:rPr>
              <w:t xml:space="preserve"> with 2D shapes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 the board.</w:t>
            </w:r>
          </w:p>
          <w:p w:rsidR="00E707DA" w:rsidRDefault="00E707D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Then the T will ask for a volunteer to extend it to the right using concrete shapes, then another volunteer to extend it to the left.</w:t>
            </w:r>
          </w:p>
          <w:p w:rsidR="008726F4" w:rsidRDefault="008726F4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E707DA" w:rsidRPr="000226A8" w:rsidRDefault="00E707DA" w:rsidP="003061FE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Give plenty of pattern blocks to every child and ask them to create a pattern on their tables. When they finish, ask them to extend it to the right, then to the left. </w:t>
            </w:r>
          </w:p>
        </w:tc>
      </w:tr>
      <w:tr w:rsidR="00340A2B" w:rsidRPr="000226A8" w:rsidTr="008726F4">
        <w:trPr>
          <w:trHeight w:val="105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8726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726F4">
              <w:rPr>
                <w:rFonts w:ascii="Verdana" w:hAnsi="Verdana"/>
                <w:sz w:val="16"/>
                <w:szCs w:val="16"/>
                <w:lang w:val="en-GB"/>
              </w:rPr>
              <w:t>The tier is given by the number of variables that each child uses.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F608FD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1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08FD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F608FD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F608FD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F608F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8726F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8726F4">
              <w:rPr>
                <w:rFonts w:ascii="Verdana" w:hAnsi="Verdana"/>
                <w:sz w:val="16"/>
                <w:szCs w:val="16"/>
                <w:lang w:val="en-GB"/>
              </w:rPr>
              <w:t>Ask the children to share their patterns.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A7B" w:rsidRDefault="009E5A7B" w:rsidP="001C6238">
      <w:pPr>
        <w:spacing w:after="0" w:line="240" w:lineRule="auto"/>
      </w:pPr>
      <w:r>
        <w:separator/>
      </w:r>
    </w:p>
  </w:endnote>
  <w:endnote w:type="continuationSeparator" w:id="0">
    <w:p w:rsidR="009E5A7B" w:rsidRDefault="009E5A7B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A7B" w:rsidRDefault="009E5A7B" w:rsidP="001C6238">
      <w:pPr>
        <w:spacing w:after="0" w:line="240" w:lineRule="auto"/>
      </w:pPr>
      <w:r>
        <w:separator/>
      </w:r>
    </w:p>
  </w:footnote>
  <w:footnote w:type="continuationSeparator" w:id="0">
    <w:p w:rsidR="009E5A7B" w:rsidRDefault="009E5A7B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B5C7A"/>
    <w:multiLevelType w:val="hybridMultilevel"/>
    <w:tmpl w:val="FC48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92A"/>
    <w:rsid w:val="000006D2"/>
    <w:rsid w:val="00010F39"/>
    <w:rsid w:val="000178B9"/>
    <w:rsid w:val="000226A8"/>
    <w:rsid w:val="00052C6C"/>
    <w:rsid w:val="001437A5"/>
    <w:rsid w:val="00155A25"/>
    <w:rsid w:val="001A0619"/>
    <w:rsid w:val="001C6238"/>
    <w:rsid w:val="0021744B"/>
    <w:rsid w:val="00245C00"/>
    <w:rsid w:val="002E3F4B"/>
    <w:rsid w:val="002F4B32"/>
    <w:rsid w:val="003061FE"/>
    <w:rsid w:val="0032154D"/>
    <w:rsid w:val="00336BC2"/>
    <w:rsid w:val="00340A2B"/>
    <w:rsid w:val="0034114F"/>
    <w:rsid w:val="00366713"/>
    <w:rsid w:val="00375E4E"/>
    <w:rsid w:val="00444F69"/>
    <w:rsid w:val="00517BEB"/>
    <w:rsid w:val="00533200"/>
    <w:rsid w:val="00546A2A"/>
    <w:rsid w:val="005632C4"/>
    <w:rsid w:val="005650E7"/>
    <w:rsid w:val="00584EDA"/>
    <w:rsid w:val="005C3779"/>
    <w:rsid w:val="005D791A"/>
    <w:rsid w:val="0067753B"/>
    <w:rsid w:val="006F03D5"/>
    <w:rsid w:val="00706028"/>
    <w:rsid w:val="00734D1B"/>
    <w:rsid w:val="007376E5"/>
    <w:rsid w:val="0077504E"/>
    <w:rsid w:val="007864D7"/>
    <w:rsid w:val="00796FD9"/>
    <w:rsid w:val="007B5F2D"/>
    <w:rsid w:val="007D67CD"/>
    <w:rsid w:val="007F4D1D"/>
    <w:rsid w:val="0080256E"/>
    <w:rsid w:val="008365A1"/>
    <w:rsid w:val="00847570"/>
    <w:rsid w:val="0085004C"/>
    <w:rsid w:val="0085348E"/>
    <w:rsid w:val="008726F4"/>
    <w:rsid w:val="008822C8"/>
    <w:rsid w:val="00887C1C"/>
    <w:rsid w:val="008B59E6"/>
    <w:rsid w:val="008B7EEC"/>
    <w:rsid w:val="008C2CD5"/>
    <w:rsid w:val="009176BC"/>
    <w:rsid w:val="00922918"/>
    <w:rsid w:val="009340E7"/>
    <w:rsid w:val="009739B0"/>
    <w:rsid w:val="00986230"/>
    <w:rsid w:val="00996666"/>
    <w:rsid w:val="009A3E65"/>
    <w:rsid w:val="009E5A7B"/>
    <w:rsid w:val="00A5492B"/>
    <w:rsid w:val="00A718EB"/>
    <w:rsid w:val="00A7565C"/>
    <w:rsid w:val="00A9309F"/>
    <w:rsid w:val="00AB5AC1"/>
    <w:rsid w:val="00AE210E"/>
    <w:rsid w:val="00AF07BE"/>
    <w:rsid w:val="00B57B1C"/>
    <w:rsid w:val="00B72BA3"/>
    <w:rsid w:val="00B742F3"/>
    <w:rsid w:val="00B8591B"/>
    <w:rsid w:val="00B85E77"/>
    <w:rsid w:val="00BF1380"/>
    <w:rsid w:val="00C13CC2"/>
    <w:rsid w:val="00C239A8"/>
    <w:rsid w:val="00C26857"/>
    <w:rsid w:val="00CA3413"/>
    <w:rsid w:val="00CB7A87"/>
    <w:rsid w:val="00CD747E"/>
    <w:rsid w:val="00DA6DE6"/>
    <w:rsid w:val="00E02E3E"/>
    <w:rsid w:val="00E707DA"/>
    <w:rsid w:val="00E7692A"/>
    <w:rsid w:val="00EC0111"/>
    <w:rsid w:val="00F20647"/>
    <w:rsid w:val="00F21DE8"/>
    <w:rsid w:val="00F561B2"/>
    <w:rsid w:val="00F608FD"/>
    <w:rsid w:val="00F8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caicedo\Desktop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0FF2A-6B3A-4287-BFFC-BEF6A989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4</TotalTime>
  <Pages>1</Pages>
  <Words>383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aucaicedo</dc:creator>
  <cp:lastModifiedBy>Pili</cp:lastModifiedBy>
  <cp:revision>3</cp:revision>
  <cp:lastPrinted>2009-01-26T13:55:00Z</cp:lastPrinted>
  <dcterms:created xsi:type="dcterms:W3CDTF">2011-09-09T19:33:00Z</dcterms:created>
  <dcterms:modified xsi:type="dcterms:W3CDTF">2011-09-09T19:37:00Z</dcterms:modified>
</cp:coreProperties>
</file>